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2C582221" w:rsidR="003F10CA" w:rsidRPr="00B820F4" w:rsidRDefault="009076A5" w:rsidP="00B820F4">
      <w:pPr>
        <w:pStyle w:val="Nagwek1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  <w:szCs w:val="36"/>
        </w:rPr>
      </w:pPr>
      <w:r w:rsidRPr="00B820F4">
        <w:rPr>
          <w:rFonts w:asciiTheme="minorHAnsi" w:hAnsiTheme="minorHAnsi"/>
          <w:szCs w:val="36"/>
        </w:rPr>
        <w:t xml:space="preserve">Załącznik </w:t>
      </w:r>
      <w:r w:rsidR="009B7886" w:rsidRPr="00B820F4">
        <w:rPr>
          <w:rFonts w:asciiTheme="minorHAnsi" w:hAnsiTheme="minorHAnsi"/>
          <w:szCs w:val="36"/>
        </w:rPr>
        <w:t>2</w:t>
      </w:r>
      <w:r w:rsidRPr="00B820F4">
        <w:rPr>
          <w:rFonts w:asciiTheme="minorHAnsi" w:hAnsiTheme="minorHAnsi"/>
          <w:szCs w:val="36"/>
        </w:rPr>
        <w:t xml:space="preserve"> do Zapytania ofertowego </w:t>
      </w:r>
      <w:proofErr w:type="spellStart"/>
      <w:r w:rsidRPr="00B820F4">
        <w:rPr>
          <w:rFonts w:asciiTheme="minorHAnsi" w:hAnsiTheme="minorHAnsi"/>
          <w:szCs w:val="36"/>
        </w:rPr>
        <w:t>WSNoZ</w:t>
      </w:r>
      <w:proofErr w:type="spellEnd"/>
      <w:r w:rsidRPr="00B820F4">
        <w:rPr>
          <w:rFonts w:asciiTheme="minorHAnsi" w:hAnsiTheme="minorHAnsi"/>
          <w:szCs w:val="36"/>
        </w:rPr>
        <w:t>/</w:t>
      </w:r>
      <w:r w:rsidR="0095140B" w:rsidRPr="00B820F4">
        <w:rPr>
          <w:rFonts w:asciiTheme="minorHAnsi" w:hAnsiTheme="minorHAnsi"/>
          <w:szCs w:val="36"/>
        </w:rPr>
        <w:t>4</w:t>
      </w:r>
      <w:r w:rsidRPr="00B820F4">
        <w:rPr>
          <w:rFonts w:asciiTheme="minorHAnsi" w:hAnsiTheme="minorHAnsi"/>
          <w:szCs w:val="36"/>
        </w:rPr>
        <w:t>/11/2025</w:t>
      </w:r>
      <w:r w:rsidR="009B7886" w:rsidRPr="00B820F4">
        <w:rPr>
          <w:rFonts w:asciiTheme="minorHAnsi" w:hAnsiTheme="minorHAnsi"/>
          <w:szCs w:val="36"/>
        </w:rPr>
        <w:t xml:space="preserve"> - Formularz Ofertowy</w:t>
      </w:r>
    </w:p>
    <w:p w14:paraId="6BFCDE7C" w14:textId="5C310038" w:rsidR="0098541A" w:rsidRPr="00B820F4" w:rsidRDefault="000A6C65" w:rsidP="00B820F4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B820F4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42A383A" w:rsidR="00640E6E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Pełna nazwa wykonawcy:</w:t>
      </w:r>
      <w:r w:rsidR="005E284C" w:rsidRPr="00B820F4">
        <w:rPr>
          <w:rFonts w:asciiTheme="minorHAnsi" w:hAnsiTheme="minorHAnsi" w:cstheme="minorHAnsi"/>
        </w:rPr>
        <w:tab/>
      </w:r>
    </w:p>
    <w:p w14:paraId="2D0232E0" w14:textId="6A67946A" w:rsidR="00640E6E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REGON:</w:t>
      </w:r>
      <w:r w:rsidR="005E284C" w:rsidRPr="00B820F4">
        <w:rPr>
          <w:rFonts w:asciiTheme="minorHAnsi" w:hAnsiTheme="minorHAnsi" w:cstheme="minorHAnsi"/>
        </w:rPr>
        <w:tab/>
      </w:r>
    </w:p>
    <w:p w14:paraId="486683E8" w14:textId="753E1220" w:rsidR="00640E6E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NIP:</w:t>
      </w:r>
      <w:r w:rsidR="005E284C" w:rsidRPr="00B820F4">
        <w:rPr>
          <w:rFonts w:asciiTheme="minorHAnsi" w:hAnsiTheme="minorHAnsi" w:cstheme="minorHAnsi"/>
        </w:rPr>
        <w:tab/>
      </w:r>
    </w:p>
    <w:p w14:paraId="1FDF2E87" w14:textId="617592A9" w:rsidR="00640E6E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telefonu:</w:t>
      </w:r>
      <w:r w:rsidR="005E284C" w:rsidRPr="00B820F4">
        <w:rPr>
          <w:rFonts w:asciiTheme="minorHAnsi" w:hAnsiTheme="minorHAnsi" w:cstheme="minorHAnsi"/>
        </w:rPr>
        <w:tab/>
      </w:r>
    </w:p>
    <w:p w14:paraId="5008C350" w14:textId="65AFC874" w:rsidR="00640E6E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faksu (pole opcjonalne):</w:t>
      </w:r>
      <w:r w:rsidR="005E284C" w:rsidRPr="00B820F4">
        <w:rPr>
          <w:rFonts w:asciiTheme="minorHAnsi" w:hAnsiTheme="minorHAnsi" w:cstheme="minorHAnsi"/>
        </w:rPr>
        <w:tab/>
      </w:r>
    </w:p>
    <w:p w14:paraId="4B4732FB" w14:textId="5C706CA1" w:rsidR="00817A8C" w:rsidRPr="00B820F4" w:rsidRDefault="00640E6E" w:rsidP="00B820F4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Adres poczty elektronicznej:</w:t>
      </w:r>
      <w:r w:rsidR="005E284C" w:rsidRPr="00B820F4">
        <w:rPr>
          <w:rFonts w:asciiTheme="minorHAnsi" w:hAnsiTheme="minorHAnsi" w:cstheme="minorHAnsi"/>
        </w:rPr>
        <w:tab/>
      </w:r>
    </w:p>
    <w:p w14:paraId="20879971" w14:textId="183C45C5" w:rsidR="00817A8C" w:rsidRPr="00B820F4" w:rsidRDefault="00817A8C" w:rsidP="00B820F4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Oferta</w:t>
      </w:r>
    </w:p>
    <w:p w14:paraId="0551FC58" w14:textId="35BA91DA" w:rsidR="00817A8C" w:rsidRPr="00B820F4" w:rsidRDefault="00817A8C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 xml:space="preserve">W imieniu Wykonawcy lub Wykonawców oferuję wykonanie przedmiotu zamówienia w ramach postępowania </w:t>
      </w:r>
      <w:proofErr w:type="spellStart"/>
      <w:r w:rsidRPr="00B820F4">
        <w:rPr>
          <w:rFonts w:asciiTheme="minorHAnsi" w:hAnsiTheme="minorHAnsi" w:cstheme="minorHAnsi"/>
        </w:rPr>
        <w:t>WSNoZ</w:t>
      </w:r>
      <w:proofErr w:type="spellEnd"/>
      <w:r w:rsidRPr="00B820F4">
        <w:rPr>
          <w:rFonts w:asciiTheme="minorHAnsi" w:hAnsiTheme="minorHAnsi" w:cstheme="minorHAnsi"/>
        </w:rPr>
        <w:t>/</w:t>
      </w:r>
      <w:r w:rsidR="0095140B" w:rsidRPr="00B820F4">
        <w:rPr>
          <w:rFonts w:asciiTheme="minorHAnsi" w:hAnsiTheme="minorHAnsi" w:cstheme="minorHAnsi"/>
        </w:rPr>
        <w:t>4</w:t>
      </w:r>
      <w:r w:rsidRPr="00B820F4">
        <w:rPr>
          <w:rFonts w:asciiTheme="minorHAnsi" w:hAnsiTheme="minorHAnsi" w:cstheme="minorHAnsi"/>
        </w:rPr>
        <w:t>/</w:t>
      </w:r>
      <w:r w:rsidR="00B66C65" w:rsidRPr="00B820F4">
        <w:rPr>
          <w:rFonts w:asciiTheme="minorHAnsi" w:hAnsiTheme="minorHAnsi" w:cstheme="minorHAnsi"/>
        </w:rPr>
        <w:t>11</w:t>
      </w:r>
      <w:r w:rsidRPr="00B820F4">
        <w:rPr>
          <w:rFonts w:asciiTheme="minorHAnsi" w:hAnsiTheme="minorHAnsi" w:cstheme="minorHAnsi"/>
        </w:rPr>
        <w:t xml:space="preserve">/2025 </w:t>
      </w:r>
      <w:r w:rsidR="00B66C65" w:rsidRPr="00B820F4">
        <w:rPr>
          <w:rFonts w:asciiTheme="minorHAnsi" w:hAnsiTheme="minorHAnsi" w:cstheme="minorHAnsi"/>
        </w:rPr>
        <w:t>według cen zawartych w części</w:t>
      </w:r>
      <w:r w:rsidR="0095140B" w:rsidRPr="00B820F4">
        <w:rPr>
          <w:rFonts w:asciiTheme="minorHAnsi" w:hAnsiTheme="minorHAnsi" w:cstheme="minorHAnsi"/>
        </w:rPr>
        <w:t xml:space="preserve"> </w:t>
      </w:r>
      <w:r w:rsidR="00B66C65" w:rsidRPr="00B820F4">
        <w:rPr>
          <w:rFonts w:asciiTheme="minorHAnsi" w:hAnsiTheme="minorHAnsi" w:cstheme="minorHAnsi"/>
        </w:rPr>
        <w:t>jeden</w:t>
      </w:r>
      <w:r w:rsidR="0095140B" w:rsidRPr="00B820F4">
        <w:rPr>
          <w:rFonts w:asciiTheme="minorHAnsi" w:hAnsiTheme="minorHAnsi" w:cstheme="minorHAnsi"/>
        </w:rPr>
        <w:t xml:space="preserve"> </w:t>
      </w:r>
      <w:r w:rsidR="00B66C65" w:rsidRPr="00B820F4">
        <w:rPr>
          <w:rFonts w:asciiTheme="minorHAnsi" w:hAnsiTheme="minorHAnsi" w:cstheme="minorHAnsi"/>
        </w:rPr>
        <w:t>niniejszego dokumentu.</w:t>
      </w:r>
    </w:p>
    <w:p w14:paraId="4FDD9130" w14:textId="54562D52" w:rsidR="00A07978" w:rsidRPr="00B820F4" w:rsidRDefault="00640E6E" w:rsidP="00B820F4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Część numer 1 –</w:t>
      </w:r>
      <w:r w:rsidR="0095140B" w:rsidRPr="00B820F4">
        <w:rPr>
          <w:rFonts w:asciiTheme="minorHAnsi" w:hAnsiTheme="minorHAnsi"/>
        </w:rPr>
        <w:t xml:space="preserve"> </w:t>
      </w:r>
      <w:r w:rsidR="0095140B" w:rsidRPr="00B820F4">
        <w:rPr>
          <w:rFonts w:asciiTheme="minorHAnsi" w:hAnsiTheme="minorHAnsi"/>
        </w:rPr>
        <w:t>Tabliczki na drzwi i ściany z pismem Braille’a – 350 sztuk</w:t>
      </w:r>
    </w:p>
    <w:p w14:paraId="1C5A572D" w14:textId="69E4FB9A" w:rsidR="00AA301B" w:rsidRPr="00B820F4" w:rsidRDefault="0095140B" w:rsidP="00B820F4">
      <w:pPr>
        <w:pStyle w:val="Akapitzlist"/>
        <w:numPr>
          <w:ilvl w:val="0"/>
          <w:numId w:val="3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Tabliczki na drzwi i ściany z pismem Braille’a – 350 sztuk</w:t>
      </w:r>
    </w:p>
    <w:p w14:paraId="61F8E217" w14:textId="6A530714" w:rsidR="00AA301B" w:rsidRPr="00B820F4" w:rsidRDefault="00AA301B" w:rsidP="00B820F4">
      <w:pPr>
        <w:pStyle w:val="Akapitzlist"/>
        <w:numPr>
          <w:ilvl w:val="1"/>
          <w:numId w:val="3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Cena całkowita za wykonanie przedmiotu zamówienia brutto w złotych polskich (PLN):</w:t>
      </w:r>
    </w:p>
    <w:p w14:paraId="4B55A69E" w14:textId="2FE5D3E4" w:rsidR="00B66C65" w:rsidRPr="00B820F4" w:rsidRDefault="00B66C65" w:rsidP="00B820F4">
      <w:pPr>
        <w:pStyle w:val="Akapitzlist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ab/>
      </w:r>
    </w:p>
    <w:p w14:paraId="3FB47A6C" w14:textId="77777777" w:rsidR="0095140B" w:rsidRPr="00B820F4" w:rsidRDefault="00AA301B" w:rsidP="00B820F4">
      <w:pPr>
        <w:pStyle w:val="Akapitzlist"/>
        <w:numPr>
          <w:ilvl w:val="1"/>
          <w:numId w:val="3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Cena brutto jednej sztuki w złotych polskich (PLN):</w:t>
      </w:r>
      <w:r w:rsidR="00B66C65" w:rsidRPr="00B820F4">
        <w:rPr>
          <w:rFonts w:asciiTheme="minorHAnsi" w:hAnsiTheme="minorHAnsi" w:cstheme="minorHAnsi"/>
        </w:rPr>
        <w:tab/>
      </w:r>
    </w:p>
    <w:p w14:paraId="09C96172" w14:textId="77777777" w:rsidR="0095140B" w:rsidRPr="00B820F4" w:rsidRDefault="0095140B" w:rsidP="00B820F4">
      <w:pPr>
        <w:pStyle w:val="Akapitzlist"/>
        <w:spacing w:line="360" w:lineRule="auto"/>
        <w:rPr>
          <w:rFonts w:asciiTheme="minorHAnsi" w:hAnsiTheme="minorHAnsi" w:cstheme="minorHAnsi"/>
        </w:rPr>
      </w:pPr>
    </w:p>
    <w:p w14:paraId="39BB4A66" w14:textId="1BE0E8D6" w:rsidR="002C79A3" w:rsidRPr="00B820F4" w:rsidRDefault="000C7108" w:rsidP="00B820F4">
      <w:pPr>
        <w:pStyle w:val="Akapitzlist"/>
        <w:numPr>
          <w:ilvl w:val="1"/>
          <w:numId w:val="3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lastRenderedPageBreak/>
        <w:t>Oferowany okres gwarancji:</w:t>
      </w:r>
      <w:r w:rsidR="002C79A3" w:rsidRPr="00B820F4">
        <w:rPr>
          <w:rFonts w:asciiTheme="minorHAnsi" w:hAnsiTheme="minorHAnsi" w:cstheme="minorHAnsi"/>
        </w:rPr>
        <w:tab/>
      </w:r>
    </w:p>
    <w:p w14:paraId="471CDF9C" w14:textId="7455BDFA" w:rsidR="002C79A3" w:rsidRPr="00B820F4" w:rsidRDefault="002C79A3" w:rsidP="00B820F4">
      <w:pPr>
        <w:pStyle w:val="Akapitzlist"/>
        <w:numPr>
          <w:ilvl w:val="1"/>
          <w:numId w:val="3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sytuacji, gdy Wykonawca nie wskaże w ofercie okresu gwarancji, Zamawiający uzna, że Wykonawca oferuje minimalny okres gwarancji wymagany w treści Załącznika nr 1 do Zapytania ofertowego.</w:t>
      </w:r>
    </w:p>
    <w:p w14:paraId="7123DECA" w14:textId="35EFEA15" w:rsidR="008518FA" w:rsidRPr="00B820F4" w:rsidRDefault="008518FA" w:rsidP="00B820F4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Oświadczenia i informacje</w:t>
      </w:r>
    </w:p>
    <w:p w14:paraId="66AFCAE8" w14:textId="77777777" w:rsidR="008518FA" w:rsidRPr="00B820F4" w:rsidRDefault="008518FA" w:rsidP="00B820F4">
      <w:pPr>
        <w:pStyle w:val="Akapitzlist"/>
        <w:numPr>
          <w:ilvl w:val="0"/>
          <w:numId w:val="48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zapoznaliśmy się z treścią Zapytania ofertowego i nie wnosimy do niego zastrzeżeń. W pełni akceptujemy wszystkie zawarte w nim zapisy oraz potwierdzamy, że posiadamy wszystkie niezbędne informacje do właściwego wykonania przedmiotu zamówienia.</w:t>
      </w:r>
    </w:p>
    <w:p w14:paraId="742A1BD1" w14:textId="77777777" w:rsidR="008518FA" w:rsidRPr="00B820F4" w:rsidRDefault="008518FA" w:rsidP="00B820F4">
      <w:pPr>
        <w:pStyle w:val="Akapitzlist"/>
        <w:numPr>
          <w:ilvl w:val="0"/>
          <w:numId w:val="48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jesteśmy związani niniejszą ofertą przez okres wskazany w Zapytaniu ofertowym.</w:t>
      </w:r>
    </w:p>
    <w:p w14:paraId="696CB9A0" w14:textId="13F80A10" w:rsidR="008518FA" w:rsidRPr="00B820F4" w:rsidRDefault="008518FA" w:rsidP="00B820F4">
      <w:pPr>
        <w:pStyle w:val="Akapitzlist"/>
        <w:numPr>
          <w:ilvl w:val="0"/>
          <w:numId w:val="48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zawarte w Zapytaniu ofertowym Istotne Postanowienia Umowy, oznaczone skrótem IPU, są przez nas w pełni zaakceptowane. Zobowiązujemy się, w przypadku wybrania naszej oferty, do zawarcia umowy zgodnie z postanowieniami IPU określonymi w Załączniku numer trzy do Zapytania ofertowego, w miejscu i terminie wyznaczonym przez Zamawiającego.</w:t>
      </w:r>
    </w:p>
    <w:p w14:paraId="016C36AE" w14:textId="2DA6C0E9" w:rsidR="008518FA" w:rsidRPr="00B820F4" w:rsidRDefault="008518FA" w:rsidP="00B820F4">
      <w:pPr>
        <w:pStyle w:val="Akapitzlist"/>
        <w:numPr>
          <w:ilvl w:val="0"/>
          <w:numId w:val="48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informuję, że część zamówienia zamierzam powierzyć podwykonawcy w zakresie:</w:t>
      </w:r>
      <w:r w:rsidR="00422098" w:rsidRPr="00B820F4">
        <w:rPr>
          <w:rFonts w:asciiTheme="minorHAnsi" w:hAnsiTheme="minorHAnsi" w:cstheme="minorHAnsi"/>
        </w:rPr>
        <w:tab/>
      </w:r>
    </w:p>
    <w:p w14:paraId="5D737B14" w14:textId="71436DDA" w:rsidR="008518FA" w:rsidRPr="00B820F4" w:rsidRDefault="008518FA" w:rsidP="00B820F4">
      <w:pPr>
        <w:pStyle w:val="Akapitzlist"/>
        <w:numPr>
          <w:ilvl w:val="0"/>
          <w:numId w:val="48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informuję, że informacje stanowiące tajemnicę przedsiębiorstwa zawarte są w:</w:t>
      </w:r>
      <w:r w:rsidR="00422098" w:rsidRPr="00B820F4">
        <w:rPr>
          <w:rFonts w:asciiTheme="minorHAnsi" w:hAnsiTheme="minorHAnsi" w:cstheme="minorHAnsi"/>
        </w:rPr>
        <w:tab/>
      </w:r>
    </w:p>
    <w:p w14:paraId="320F97F0" w14:textId="77777777" w:rsidR="00B66C65" w:rsidRPr="00B820F4" w:rsidRDefault="00B66C65" w:rsidP="00B820F4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Podpis osoby uprawnionej do reprezentowania wykonawcy</w:t>
      </w:r>
    </w:p>
    <w:p w14:paraId="1B44AB0E" w14:textId="42DA41C6" w:rsidR="00B66C65" w:rsidRPr="00B820F4" w:rsidRDefault="00B66C65" w:rsidP="00B820F4">
      <w:pPr>
        <w:pStyle w:val="Akapitzlist"/>
        <w:numPr>
          <w:ilvl w:val="0"/>
          <w:numId w:val="4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Imię i nazwisko:</w:t>
      </w:r>
      <w:r w:rsidR="00422098" w:rsidRPr="00B820F4">
        <w:rPr>
          <w:rFonts w:asciiTheme="minorHAnsi" w:hAnsiTheme="minorHAnsi" w:cstheme="minorHAnsi"/>
        </w:rPr>
        <w:tab/>
      </w:r>
    </w:p>
    <w:p w14:paraId="76D17F55" w14:textId="77777777" w:rsidR="00422098" w:rsidRPr="00B820F4" w:rsidRDefault="00B66C65" w:rsidP="00B820F4">
      <w:pPr>
        <w:pStyle w:val="Akapitzlist"/>
        <w:numPr>
          <w:ilvl w:val="0"/>
          <w:numId w:val="4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lastRenderedPageBreak/>
        <w:t>Funkcja (na przykład: właściciel, członek zarządu, pełnomocnik):</w:t>
      </w:r>
      <w:r w:rsidR="00422098" w:rsidRPr="00B820F4">
        <w:rPr>
          <w:rFonts w:asciiTheme="minorHAnsi" w:hAnsiTheme="minorHAnsi" w:cstheme="minorHAnsi"/>
        </w:rPr>
        <w:tab/>
      </w:r>
    </w:p>
    <w:p w14:paraId="3462FBE6" w14:textId="7A6FA61E" w:rsidR="00B66C65" w:rsidRPr="00B820F4" w:rsidRDefault="00422098" w:rsidP="00B820F4">
      <w:pPr>
        <w:pStyle w:val="Akapitzlist"/>
        <w:tabs>
          <w:tab w:val="right" w:leader="dot" w:pos="9072"/>
          <w:tab w:val="right" w:leader="dot" w:pos="9639"/>
        </w:tabs>
        <w:spacing w:line="360" w:lineRule="auto"/>
        <w:ind w:left="360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ab/>
      </w:r>
    </w:p>
    <w:p w14:paraId="546668CA" w14:textId="2844B6B3" w:rsidR="00B66C65" w:rsidRPr="00B820F4" w:rsidRDefault="00B66C65" w:rsidP="00B820F4">
      <w:pPr>
        <w:pStyle w:val="Akapitzlist"/>
        <w:numPr>
          <w:ilvl w:val="0"/>
          <w:numId w:val="4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Podpis:</w:t>
      </w:r>
      <w:r w:rsidR="00422098" w:rsidRPr="00B820F4">
        <w:rPr>
          <w:rFonts w:asciiTheme="minorHAnsi" w:hAnsiTheme="minorHAnsi" w:cstheme="minorHAnsi"/>
        </w:rPr>
        <w:tab/>
      </w:r>
    </w:p>
    <w:p w14:paraId="77CEFD19" w14:textId="6F21B6C8" w:rsidR="00B66C65" w:rsidRPr="00B820F4" w:rsidRDefault="00422098" w:rsidP="00B820F4">
      <w:pPr>
        <w:pStyle w:val="Akapitzlist"/>
        <w:tabs>
          <w:tab w:val="right" w:leader="dot" w:pos="9072"/>
          <w:tab w:val="right" w:leader="dot" w:pos="9639"/>
        </w:tabs>
        <w:spacing w:line="360" w:lineRule="auto"/>
        <w:ind w:left="360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ab/>
      </w:r>
    </w:p>
    <w:p w14:paraId="5AD0A19D" w14:textId="7B6E1AFA" w:rsidR="00B66C65" w:rsidRPr="00B820F4" w:rsidRDefault="00B66C65" w:rsidP="00B820F4">
      <w:pPr>
        <w:pStyle w:val="Akapitzlist"/>
        <w:numPr>
          <w:ilvl w:val="0"/>
          <w:numId w:val="49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Data złożenia podpisu (rok–miesiąc–dzień):</w:t>
      </w:r>
      <w:r w:rsidR="00422098" w:rsidRPr="00B820F4">
        <w:rPr>
          <w:rFonts w:asciiTheme="minorHAnsi" w:hAnsiTheme="minorHAnsi" w:cstheme="minorHAnsi"/>
        </w:rPr>
        <w:tab/>
      </w:r>
    </w:p>
    <w:p w14:paraId="3579634A" w14:textId="77777777" w:rsidR="00B66C65" w:rsidRPr="00B820F4" w:rsidRDefault="00B66C65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34CC1487" w14:textId="77777777" w:rsidR="008518FA" w:rsidRPr="00B820F4" w:rsidRDefault="008518FA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3F4C9026" w14:textId="77777777" w:rsidR="000C7108" w:rsidRPr="00B820F4" w:rsidRDefault="000C7108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00C1D7BF" w14:textId="77777777" w:rsidR="000C7108" w:rsidRPr="00B820F4" w:rsidRDefault="000C7108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02D01E1A" w14:textId="77777777" w:rsidR="00AA301B" w:rsidRPr="00B820F4" w:rsidRDefault="00AA301B" w:rsidP="00B820F4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sectPr w:rsidR="00AA301B" w:rsidRPr="00B820F4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0784E" w14:textId="77777777" w:rsidR="006054FE" w:rsidRPr="008757DC" w:rsidRDefault="006054FE" w:rsidP="00E601A4">
      <w:r w:rsidRPr="008757DC">
        <w:separator/>
      </w:r>
    </w:p>
  </w:endnote>
  <w:endnote w:type="continuationSeparator" w:id="0">
    <w:p w14:paraId="33869E45" w14:textId="77777777" w:rsidR="006054FE" w:rsidRPr="008757DC" w:rsidRDefault="006054FE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F131F" w14:textId="77777777" w:rsidR="006054FE" w:rsidRPr="008757DC" w:rsidRDefault="006054FE" w:rsidP="00E601A4">
      <w:r w:rsidRPr="008757DC">
        <w:separator/>
      </w:r>
    </w:p>
  </w:footnote>
  <w:footnote w:type="continuationSeparator" w:id="0">
    <w:p w14:paraId="3AFBFC11" w14:textId="77777777" w:rsidR="006054FE" w:rsidRPr="008757DC" w:rsidRDefault="006054FE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97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3C51E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7E063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B019F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52B6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D481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1FF4C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CC4D0A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9F4760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2165749">
    <w:abstractNumId w:val="24"/>
  </w:num>
  <w:num w:numId="2" w16cid:durableId="1506214282">
    <w:abstractNumId w:val="20"/>
  </w:num>
  <w:num w:numId="3" w16cid:durableId="1726172554">
    <w:abstractNumId w:val="25"/>
  </w:num>
  <w:num w:numId="4" w16cid:durableId="843284076">
    <w:abstractNumId w:val="27"/>
  </w:num>
  <w:num w:numId="5" w16cid:durableId="1883592032">
    <w:abstractNumId w:val="9"/>
  </w:num>
  <w:num w:numId="6" w16cid:durableId="2089761661">
    <w:abstractNumId w:val="45"/>
  </w:num>
  <w:num w:numId="7" w16cid:durableId="1893998279">
    <w:abstractNumId w:val="28"/>
  </w:num>
  <w:num w:numId="8" w16cid:durableId="538736806">
    <w:abstractNumId w:val="34"/>
  </w:num>
  <w:num w:numId="9" w16cid:durableId="1840150121">
    <w:abstractNumId w:val="32"/>
  </w:num>
  <w:num w:numId="10" w16cid:durableId="1665081961">
    <w:abstractNumId w:val="39"/>
  </w:num>
  <w:num w:numId="11" w16cid:durableId="966350001">
    <w:abstractNumId w:val="5"/>
  </w:num>
  <w:num w:numId="12" w16cid:durableId="107627491">
    <w:abstractNumId w:val="30"/>
  </w:num>
  <w:num w:numId="13" w16cid:durableId="2104298080">
    <w:abstractNumId w:val="44"/>
  </w:num>
  <w:num w:numId="14" w16cid:durableId="1684235317">
    <w:abstractNumId w:val="3"/>
  </w:num>
  <w:num w:numId="15" w16cid:durableId="1874423502">
    <w:abstractNumId w:val="12"/>
  </w:num>
  <w:num w:numId="16" w16cid:durableId="808208653">
    <w:abstractNumId w:val="8"/>
  </w:num>
  <w:num w:numId="17" w16cid:durableId="2102753901">
    <w:abstractNumId w:val="4"/>
  </w:num>
  <w:num w:numId="18" w16cid:durableId="1500080834">
    <w:abstractNumId w:val="46"/>
  </w:num>
  <w:num w:numId="19" w16cid:durableId="1417702858">
    <w:abstractNumId w:val="15"/>
  </w:num>
  <w:num w:numId="20" w16cid:durableId="1849176361">
    <w:abstractNumId w:val="26"/>
  </w:num>
  <w:num w:numId="21" w16cid:durableId="774323456">
    <w:abstractNumId w:val="35"/>
  </w:num>
  <w:num w:numId="22" w16cid:durableId="1569337268">
    <w:abstractNumId w:val="33"/>
  </w:num>
  <w:num w:numId="23" w16cid:durableId="416948733">
    <w:abstractNumId w:val="7"/>
  </w:num>
  <w:num w:numId="24" w16cid:durableId="1569070322">
    <w:abstractNumId w:val="13"/>
  </w:num>
  <w:num w:numId="25" w16cid:durableId="698236399">
    <w:abstractNumId w:val="16"/>
  </w:num>
  <w:num w:numId="26" w16cid:durableId="2034653052">
    <w:abstractNumId w:val="47"/>
  </w:num>
  <w:num w:numId="27" w16cid:durableId="427698740">
    <w:abstractNumId w:val="29"/>
  </w:num>
  <w:num w:numId="28" w16cid:durableId="1132862428">
    <w:abstractNumId w:val="48"/>
  </w:num>
  <w:num w:numId="29" w16cid:durableId="826479098">
    <w:abstractNumId w:val="31"/>
  </w:num>
  <w:num w:numId="30" w16cid:durableId="137383795">
    <w:abstractNumId w:val="22"/>
  </w:num>
  <w:num w:numId="31" w16cid:durableId="2019379485">
    <w:abstractNumId w:val="1"/>
  </w:num>
  <w:num w:numId="32" w16cid:durableId="774637418">
    <w:abstractNumId w:val="40"/>
  </w:num>
  <w:num w:numId="33" w16cid:durableId="1286353199">
    <w:abstractNumId w:val="2"/>
  </w:num>
  <w:num w:numId="34" w16cid:durableId="500200926">
    <w:abstractNumId w:val="42"/>
  </w:num>
  <w:num w:numId="35" w16cid:durableId="453404806">
    <w:abstractNumId w:val="37"/>
  </w:num>
  <w:num w:numId="36" w16cid:durableId="2024698665">
    <w:abstractNumId w:val="6"/>
  </w:num>
  <w:num w:numId="37" w16cid:durableId="1407728953">
    <w:abstractNumId w:val="17"/>
  </w:num>
  <w:num w:numId="38" w16cid:durableId="409356577">
    <w:abstractNumId w:val="38"/>
  </w:num>
  <w:num w:numId="39" w16cid:durableId="1434009867">
    <w:abstractNumId w:val="10"/>
  </w:num>
  <w:num w:numId="40" w16cid:durableId="1711494418">
    <w:abstractNumId w:val="41"/>
  </w:num>
  <w:num w:numId="41" w16cid:durableId="268588416">
    <w:abstractNumId w:val="19"/>
  </w:num>
  <w:num w:numId="42" w16cid:durableId="1004359285">
    <w:abstractNumId w:val="36"/>
  </w:num>
  <w:num w:numId="43" w16cid:durableId="527761900">
    <w:abstractNumId w:val="0"/>
  </w:num>
  <w:num w:numId="44" w16cid:durableId="855119139">
    <w:abstractNumId w:val="43"/>
  </w:num>
  <w:num w:numId="45" w16cid:durableId="1677607125">
    <w:abstractNumId w:val="21"/>
  </w:num>
  <w:num w:numId="46" w16cid:durableId="1212841146">
    <w:abstractNumId w:val="11"/>
  </w:num>
  <w:num w:numId="47" w16cid:durableId="1432359183">
    <w:abstractNumId w:val="18"/>
  </w:num>
  <w:num w:numId="48" w16cid:durableId="1459763978">
    <w:abstractNumId w:val="14"/>
  </w:num>
  <w:num w:numId="49" w16cid:durableId="198773717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0728"/>
    <w:rsid w:val="000A2EAA"/>
    <w:rsid w:val="000A39AF"/>
    <w:rsid w:val="000A6C65"/>
    <w:rsid w:val="000B03DE"/>
    <w:rsid w:val="000B75D4"/>
    <w:rsid w:val="000C20F5"/>
    <w:rsid w:val="000C4A2F"/>
    <w:rsid w:val="000C707A"/>
    <w:rsid w:val="000C7108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C79A3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6F44"/>
    <w:rsid w:val="00417ADF"/>
    <w:rsid w:val="004207F8"/>
    <w:rsid w:val="00422098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284C"/>
    <w:rsid w:val="005E46CE"/>
    <w:rsid w:val="005E70D5"/>
    <w:rsid w:val="005F12D5"/>
    <w:rsid w:val="00600D3D"/>
    <w:rsid w:val="006054FE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17A8C"/>
    <w:rsid w:val="00821A8B"/>
    <w:rsid w:val="008226FF"/>
    <w:rsid w:val="008432D8"/>
    <w:rsid w:val="00844FA0"/>
    <w:rsid w:val="008517ED"/>
    <w:rsid w:val="008518FA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A2B01"/>
    <w:rsid w:val="008B2B25"/>
    <w:rsid w:val="008B5E99"/>
    <w:rsid w:val="008B66D8"/>
    <w:rsid w:val="008C1287"/>
    <w:rsid w:val="008C237D"/>
    <w:rsid w:val="008C31F9"/>
    <w:rsid w:val="008C6EA5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40B"/>
    <w:rsid w:val="009519D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7886"/>
    <w:rsid w:val="009C07CE"/>
    <w:rsid w:val="009C5C92"/>
    <w:rsid w:val="009E6426"/>
    <w:rsid w:val="009E65BD"/>
    <w:rsid w:val="009E7FC6"/>
    <w:rsid w:val="00A03840"/>
    <w:rsid w:val="00A06DDA"/>
    <w:rsid w:val="00A07978"/>
    <w:rsid w:val="00A07D76"/>
    <w:rsid w:val="00A1640B"/>
    <w:rsid w:val="00A169A0"/>
    <w:rsid w:val="00A2180B"/>
    <w:rsid w:val="00A236E4"/>
    <w:rsid w:val="00A271D2"/>
    <w:rsid w:val="00A32F9F"/>
    <w:rsid w:val="00A4057C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301B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9F7"/>
    <w:rsid w:val="00B50524"/>
    <w:rsid w:val="00B519FF"/>
    <w:rsid w:val="00B523B6"/>
    <w:rsid w:val="00B5619A"/>
    <w:rsid w:val="00B66C65"/>
    <w:rsid w:val="00B67F84"/>
    <w:rsid w:val="00B73FBF"/>
    <w:rsid w:val="00B7404C"/>
    <w:rsid w:val="00B75E44"/>
    <w:rsid w:val="00B767D6"/>
    <w:rsid w:val="00B80717"/>
    <w:rsid w:val="00B808C0"/>
    <w:rsid w:val="00B820F4"/>
    <w:rsid w:val="00B82EB3"/>
    <w:rsid w:val="00B876D0"/>
    <w:rsid w:val="00B92DD7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36BA9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0EA9"/>
    <w:rsid w:val="00D8265F"/>
    <w:rsid w:val="00D84529"/>
    <w:rsid w:val="00D8596A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4FA6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3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965</TotalTime>
  <Pages>3</Pages>
  <Words>306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8</cp:revision>
  <cp:lastPrinted>2025-11-12T13:41:00Z</cp:lastPrinted>
  <dcterms:created xsi:type="dcterms:W3CDTF">2025-11-06T16:52:00Z</dcterms:created>
  <dcterms:modified xsi:type="dcterms:W3CDTF">2025-11-12T13:41:00Z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